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A35" w:rsidRDefault="007C5A35" w:rsidP="00F45148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2/c. sz. melléklet:</w:t>
      </w:r>
    </w:p>
    <w:p w:rsidR="007C5A35" w:rsidRDefault="007C5A35" w:rsidP="00F4514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átvevő társaságnál, mint jogutódnál </w:t>
      </w:r>
      <w:r w:rsidRPr="004024A0">
        <w:rPr>
          <w:sz w:val="20"/>
          <w:lang w:val="hu-HU"/>
        </w:rPr>
        <w:t>(nincs melléklet)</w:t>
      </w:r>
    </w:p>
    <w:p w:rsidR="007C5A35" w:rsidRDefault="007C5A3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C5A35" w:rsidRDefault="007C5A3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C5A35" w:rsidRPr="00D26E33" w:rsidRDefault="007C5A3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7C5A35" w:rsidRDefault="007C5A3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C5A35" w:rsidRPr="00D2184F" w:rsidRDefault="007C5A35" w:rsidP="00F451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Átvevő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7C5A35" w:rsidRDefault="007C5A35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7C5A35" w:rsidRPr="00D2184F" w:rsidRDefault="007C5A35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7C5A35" w:rsidRDefault="007C5A35" w:rsidP="00CD6D40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7C5A35" w:rsidRDefault="007C5A35" w:rsidP="00F45148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Átvevő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</w:t>
      </w:r>
      <w:r>
        <w:rPr>
          <w:rFonts w:ascii="Times New Roman" w:hAnsi="Times New Roman"/>
          <w:sz w:val="20"/>
          <w:lang w:val="hu-HU"/>
        </w:rPr>
        <w:t>beolvadás</w:t>
      </w:r>
      <w:r w:rsidRPr="00322128">
        <w:rPr>
          <w:rFonts w:ascii="Times New Roman" w:hAnsi="Times New Roman"/>
          <w:sz w:val="20"/>
          <w:lang w:val="hu-HU"/>
        </w:rPr>
        <w:t xml:space="preserve"> után változatlan formában továbbműködő  </w:t>
      </w:r>
      <w:r>
        <w:rPr>
          <w:rFonts w:ascii="Times New Roman" w:hAnsi="Times New Roman"/>
          <w:sz w:val="20"/>
          <w:lang w:val="hu-HU"/>
        </w:rPr>
        <w:t xml:space="preserve">jogutód </w:t>
      </w:r>
      <w:r w:rsidRPr="00322128">
        <w:rPr>
          <w:rFonts w:ascii="Times New Roman" w:hAnsi="Times New Roman"/>
          <w:sz w:val="20"/>
          <w:lang w:val="hu-HU"/>
        </w:rPr>
        <w:t xml:space="preserve">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beolvadás</w:t>
      </w:r>
      <w:r w:rsidRPr="00CD6D40">
        <w:rPr>
          <w:rFonts w:ascii="Times New Roman" w:hAnsi="Times New Roman"/>
          <w:sz w:val="20"/>
          <w:lang w:val="hu-HU"/>
        </w:rPr>
        <w:t xml:space="preserve"> utáni tervezett vagyoni helyzetét bemutató</w:t>
      </w:r>
      <w:r w:rsidRPr="00322128">
        <w:rPr>
          <w:rFonts w:ascii="Times New Roman" w:hAnsi="Times New Roman"/>
          <w:sz w:val="20"/>
          <w:lang w:val="hu-HU"/>
        </w:rPr>
        <w:t xml:space="preserve"> vagyonmérleg-tervezetét,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7C5A35" w:rsidRDefault="007C5A3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C5A35" w:rsidRPr="00D2184F" w:rsidRDefault="007C5A3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7C5A35" w:rsidRPr="00D2184F" w:rsidRDefault="007C5A3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5A35" w:rsidRDefault="007C5A35" w:rsidP="00F45148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Átvevő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7C5A35" w:rsidRPr="002E3ADC" w:rsidRDefault="007C5A3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5A35" w:rsidRPr="00D26E33" w:rsidRDefault="007C5A35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7C5A35" w:rsidRDefault="007C5A3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C5A35" w:rsidRDefault="007C5A35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7C5A35" w:rsidRPr="00D26E33" w:rsidRDefault="007C5A3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C5A35" w:rsidRDefault="007C5A35" w:rsidP="00075ED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7C5A35" w:rsidRPr="00CD0C83" w:rsidRDefault="007C5A3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C5A35" w:rsidRDefault="007C5A3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7C5A35" w:rsidRDefault="007C5A3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7C5A35" w:rsidRPr="00D81BE9" w:rsidRDefault="007C5A3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7C5A35" w:rsidRDefault="007C5A35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5A35" w:rsidRPr="00D81BE9" w:rsidRDefault="007C5A35" w:rsidP="00075ED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7C5A35" w:rsidRPr="00D26E33" w:rsidRDefault="007C5A3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C5A35" w:rsidRPr="003D1DA3" w:rsidRDefault="007C5A35" w:rsidP="00F45148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egyesülési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(beolvadás)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7C5A35" w:rsidRDefault="007C5A3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5A35" w:rsidRDefault="007C5A35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tervet foglalják magukban.  A független könyvvizsgálói jelentésem(ünk) „Vélemény” szakaszában a vagyonmérleg-tervezetre adott könyvvizsgálói véleményem(ünk) nem vonatkozik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tervre. A vezetés felelős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7C5A35" w:rsidRPr="003D1DA3" w:rsidRDefault="007C5A3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5A35" w:rsidRDefault="007C5A35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általam(unk) végzett könyvvizsgálatával kapcsolatban az én (a mi) felelősségem(ünk)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7C5A35" w:rsidRPr="003D1DA3" w:rsidRDefault="007C5A3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5A35" w:rsidRPr="00D26E33" w:rsidRDefault="007C5A35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7C5A35" w:rsidRDefault="007C5A3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7C5A35" w:rsidRDefault="007C5A35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7C5A35" w:rsidRPr="00DD46F2" w:rsidRDefault="007C5A3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5A35" w:rsidRDefault="007C5A35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7C5A35" w:rsidRPr="00DD46F2" w:rsidRDefault="007C5A3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5A35" w:rsidRPr="00DD46F2" w:rsidRDefault="007C5A35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7C5A35" w:rsidRPr="00DD46F2" w:rsidRDefault="007C5A3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5A35" w:rsidRPr="00DD46F2" w:rsidRDefault="007C5A35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7C5A35" w:rsidRDefault="007C5A3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5A35" w:rsidRPr="00DD46F2" w:rsidRDefault="007C5A35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7C5A35" w:rsidRDefault="007C5A3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C5A35" w:rsidRPr="00DD46F2" w:rsidRDefault="007C5A3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7C5A35" w:rsidRPr="00DD46F2" w:rsidRDefault="007C5A3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7C5A35" w:rsidRPr="00DD46F2" w:rsidRDefault="007C5A35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7C5A35" w:rsidRPr="00D26E33" w:rsidRDefault="007C5A35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nyilvánítsak(unk).</w:t>
      </w:r>
    </w:p>
    <w:p w:rsidR="007C5A35" w:rsidRPr="00664895" w:rsidRDefault="007C5A35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7C5A35" w:rsidRPr="00DD46F2" w:rsidRDefault="007C5A35" w:rsidP="00F45148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Következtetést vonok(unk) le arról, hogy helyénvaló-e a vezetés részéről a vállalkozás folytatásának elvén alapuló vagyonmérleg-tervezet összeállítása. A vállalkozás folytatása elvének érvényesülésével kapcsolatos vizsgálataim(nk)at a jogutód társaságra vonatkozóan végeztem(ük) el és a </w:t>
      </w:r>
      <w:r>
        <w:rPr>
          <w:rFonts w:ascii="Times New Roman" w:hAnsi="Times New Roman"/>
          <w:sz w:val="20"/>
          <w:szCs w:val="20"/>
          <w:lang w:val="hu-HU"/>
        </w:rPr>
        <w:t>beolvadás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:rsidR="007C5A35" w:rsidRPr="00DD46F2" w:rsidRDefault="007C5A35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7C5A35" w:rsidRPr="00DD46F2" w:rsidRDefault="007C5A35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7C5A35" w:rsidRDefault="007C5A35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C5A35" w:rsidRPr="003A48B3" w:rsidRDefault="007C5A35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7C5A35" w:rsidRPr="00D26E33" w:rsidRDefault="007C5A35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7C5A35" w:rsidRPr="00D26E33" w:rsidRDefault="007C5A3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7C5A35" w:rsidRPr="00D26E33" w:rsidRDefault="007C5A3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7C5A35" w:rsidRPr="00D26E33" w:rsidRDefault="007C5A3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7C5A35" w:rsidRPr="00D26E33" w:rsidRDefault="007C5A35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7C5A35" w:rsidRPr="0080033F" w:rsidRDefault="007C5A35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7C5A35" w:rsidRDefault="007C5A3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7C5A35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A35" w:rsidRDefault="007C5A35" w:rsidP="001E2511">
      <w:pPr>
        <w:spacing w:after="0" w:line="240" w:lineRule="auto"/>
      </w:pPr>
      <w:r>
        <w:separator/>
      </w:r>
    </w:p>
  </w:endnote>
  <w:endnote w:type="continuationSeparator" w:id="0">
    <w:p w:rsidR="007C5A35" w:rsidRDefault="007C5A35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A35" w:rsidRDefault="007C5A35">
    <w:pPr>
      <w:pStyle w:val="Footer"/>
      <w:jc w:val="center"/>
    </w:pPr>
    <w:fldSimple w:instr="PAGE   \* MERGEFORMAT">
      <w:r w:rsidRPr="00F45148">
        <w:rPr>
          <w:noProof/>
          <w:lang w:val="hu-HU"/>
        </w:rPr>
        <w:t>1</w:t>
      </w:r>
    </w:fldSimple>
  </w:p>
  <w:p w:rsidR="007C5A35" w:rsidRDefault="007C5A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A35" w:rsidRDefault="007C5A35" w:rsidP="001E2511">
      <w:pPr>
        <w:spacing w:after="0" w:line="240" w:lineRule="auto"/>
      </w:pPr>
      <w:r>
        <w:separator/>
      </w:r>
    </w:p>
  </w:footnote>
  <w:footnote w:type="continuationSeparator" w:id="0">
    <w:p w:rsidR="007C5A35" w:rsidRDefault="007C5A35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48D"/>
    <w:rsid w:val="000466DF"/>
    <w:rsid w:val="000477F3"/>
    <w:rsid w:val="00052310"/>
    <w:rsid w:val="000526A8"/>
    <w:rsid w:val="00052FA7"/>
    <w:rsid w:val="00070D36"/>
    <w:rsid w:val="0007580D"/>
    <w:rsid w:val="00075EDE"/>
    <w:rsid w:val="00076357"/>
    <w:rsid w:val="00090665"/>
    <w:rsid w:val="000A69CA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7292"/>
    <w:rsid w:val="00262DB4"/>
    <w:rsid w:val="0027581F"/>
    <w:rsid w:val="00290AD8"/>
    <w:rsid w:val="00292B45"/>
    <w:rsid w:val="002A38FE"/>
    <w:rsid w:val="002C520A"/>
    <w:rsid w:val="002E019D"/>
    <w:rsid w:val="002E3ADC"/>
    <w:rsid w:val="002F0D7F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83C8A"/>
    <w:rsid w:val="003A20C2"/>
    <w:rsid w:val="003A48B3"/>
    <w:rsid w:val="003A6555"/>
    <w:rsid w:val="003D1DA3"/>
    <w:rsid w:val="004005B8"/>
    <w:rsid w:val="004024A0"/>
    <w:rsid w:val="00414BBB"/>
    <w:rsid w:val="004445AE"/>
    <w:rsid w:val="00452CD9"/>
    <w:rsid w:val="00463E34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56FE0"/>
    <w:rsid w:val="00762D01"/>
    <w:rsid w:val="00762DC1"/>
    <w:rsid w:val="00762F67"/>
    <w:rsid w:val="00764D30"/>
    <w:rsid w:val="00780171"/>
    <w:rsid w:val="00784D8E"/>
    <w:rsid w:val="007C5A35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64CAA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A3FDC"/>
    <w:rsid w:val="00BC13B9"/>
    <w:rsid w:val="00BC50A9"/>
    <w:rsid w:val="00BD4057"/>
    <w:rsid w:val="00BE014A"/>
    <w:rsid w:val="00BF5EE3"/>
    <w:rsid w:val="00C04B65"/>
    <w:rsid w:val="00C11015"/>
    <w:rsid w:val="00C168AA"/>
    <w:rsid w:val="00C21C70"/>
    <w:rsid w:val="00C30EE1"/>
    <w:rsid w:val="00C33E96"/>
    <w:rsid w:val="00C34F1F"/>
    <w:rsid w:val="00C55FD9"/>
    <w:rsid w:val="00C56339"/>
    <w:rsid w:val="00C82C39"/>
    <w:rsid w:val="00C83135"/>
    <w:rsid w:val="00C87A9C"/>
    <w:rsid w:val="00CC2A2F"/>
    <w:rsid w:val="00CD0C83"/>
    <w:rsid w:val="00CD3D28"/>
    <w:rsid w:val="00CD6D40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4AC0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D1B7C"/>
    <w:rsid w:val="00EE5FD2"/>
    <w:rsid w:val="00EF2913"/>
    <w:rsid w:val="00EF506D"/>
    <w:rsid w:val="00F011BD"/>
    <w:rsid w:val="00F05FF7"/>
    <w:rsid w:val="00F06593"/>
    <w:rsid w:val="00F1464D"/>
    <w:rsid w:val="00F36C29"/>
    <w:rsid w:val="00F45148"/>
    <w:rsid w:val="00F5435B"/>
    <w:rsid w:val="00F5650D"/>
    <w:rsid w:val="00F66522"/>
    <w:rsid w:val="00F756C8"/>
    <w:rsid w:val="00F8047E"/>
    <w:rsid w:val="00F909DB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0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3</Pages>
  <Words>1095</Words>
  <Characters>7557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8</cp:revision>
  <dcterms:created xsi:type="dcterms:W3CDTF">2018-03-26T09:17:00Z</dcterms:created>
  <dcterms:modified xsi:type="dcterms:W3CDTF">2018-03-26T10:37:00Z</dcterms:modified>
</cp:coreProperties>
</file>